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436" w:rsidRPr="00D35D10" w:rsidRDefault="006D4991" w:rsidP="00CF0436">
      <w:pPr>
        <w:jc w:val="center"/>
        <w:rPr>
          <w:rStyle w:val="Header14pt"/>
          <w:rFonts w:ascii="Tahoma" w:hAnsi="Tahoma" w:cs="Tahoma"/>
          <w:sz w:val="32"/>
          <w:szCs w:val="32"/>
        </w:rPr>
      </w:pPr>
      <w:r w:rsidRPr="00D35D10">
        <w:rPr>
          <w:rStyle w:val="Header14pt"/>
          <w:rFonts w:ascii="Tahoma" w:hAnsi="Tahoma" w:cs="Tahoma"/>
          <w:sz w:val="32"/>
          <w:szCs w:val="32"/>
        </w:rPr>
        <w:t>Healing Touch Program Certification</w:t>
      </w:r>
      <w:r w:rsidR="00CF0436" w:rsidRPr="00D35D10">
        <w:rPr>
          <w:rStyle w:val="Header14pt"/>
          <w:rFonts w:ascii="Tahoma" w:hAnsi="Tahoma" w:cs="Tahoma"/>
          <w:sz w:val="32"/>
          <w:szCs w:val="32"/>
        </w:rPr>
        <w:t xml:space="preserve"> Application</w:t>
      </w:r>
    </w:p>
    <w:p w:rsidR="00917F39" w:rsidRPr="00D35D10" w:rsidRDefault="00917F39" w:rsidP="00CF0436">
      <w:pPr>
        <w:jc w:val="center"/>
        <w:rPr>
          <w:rStyle w:val="Header14pt"/>
          <w:rFonts w:ascii="Tahoma" w:hAnsi="Tahoma" w:cs="Tahoma"/>
        </w:rPr>
      </w:pPr>
    </w:p>
    <w:p w:rsidR="00CF0436" w:rsidRPr="00D35D10" w:rsidRDefault="00CF0436" w:rsidP="00CF0436">
      <w:pPr>
        <w:rPr>
          <w:rFonts w:ascii="Tahoma" w:hAnsi="Tahoma" w:cs="Tahoma"/>
        </w:rPr>
      </w:pPr>
    </w:p>
    <w:p w:rsidR="00CF0436" w:rsidRPr="00D35D10" w:rsidRDefault="00CF0436" w:rsidP="00CF0436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t xml:space="preserve">Submission Date:  </w:t>
      </w:r>
      <w:bookmarkStart w:id="0" w:name="Text1"/>
      <w:r w:rsidR="003D6425" w:rsidRPr="00D35D10"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bookmarkStart w:id="1" w:name="_GoBack"/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bookmarkEnd w:id="1"/>
      <w:r w:rsidR="003D6425" w:rsidRPr="00D35D10">
        <w:rPr>
          <w:rFonts w:ascii="Tahoma" w:hAnsi="Tahoma" w:cs="Tahoma"/>
        </w:rPr>
        <w:fldChar w:fldCharType="end"/>
      </w:r>
      <w:bookmarkEnd w:id="0"/>
      <w:r w:rsidRPr="00D35D10">
        <w:rPr>
          <w:rFonts w:ascii="Tahoma" w:hAnsi="Tahoma" w:cs="Tahoma"/>
        </w:rPr>
        <w:t xml:space="preserve">  </w:t>
      </w:r>
    </w:p>
    <w:p w:rsidR="00CF0436" w:rsidRPr="00D35D10" w:rsidRDefault="00D927A8" w:rsidP="00CF0436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  <w:sz w:val="24"/>
        </w:rPr>
        <w:t xml:space="preserve">Name of Applicant </w:t>
      </w:r>
      <w:r w:rsidRPr="00D35D10">
        <w:rPr>
          <w:rFonts w:ascii="Tahoma" w:hAnsi="Tahoma" w:cs="Tahoma"/>
          <w:szCs w:val="22"/>
        </w:rPr>
        <w:t>(to appear on certificate)</w:t>
      </w:r>
      <w:r w:rsidRPr="00D35D10">
        <w:rPr>
          <w:rFonts w:ascii="Tahoma" w:hAnsi="Tahoma" w:cs="Tahoma"/>
          <w:sz w:val="24"/>
        </w:rPr>
        <w:t>:</w:t>
      </w:r>
      <w:r w:rsidRPr="00D35D10">
        <w:rPr>
          <w:rFonts w:ascii="Tahoma" w:hAnsi="Tahoma" w:cs="Tahoma"/>
        </w:rPr>
        <w:t xml:space="preserve"> </w:t>
      </w:r>
      <w:r w:rsidR="003D6425" w:rsidRPr="00D35D10">
        <w:rPr>
          <w:rFonts w:ascii="Tahoma" w:hAnsi="Tahoma" w:cs="Tahoma"/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D35D10">
        <w:rPr>
          <w:rFonts w:ascii="Tahoma" w:hAnsi="Tahoma" w:cs="Tahoma"/>
          <w:sz w:val="24"/>
        </w:rPr>
        <w:instrText xml:space="preserve"> FORMTEXT </w:instrText>
      </w:r>
      <w:r w:rsidR="003D6425" w:rsidRPr="00D35D10">
        <w:rPr>
          <w:rFonts w:ascii="Tahoma" w:hAnsi="Tahoma" w:cs="Tahoma"/>
          <w:sz w:val="24"/>
        </w:rPr>
      </w:r>
      <w:r w:rsidR="003D6425" w:rsidRPr="00D35D10">
        <w:rPr>
          <w:rFonts w:ascii="Tahoma" w:hAnsi="Tahoma" w:cs="Tahoma"/>
          <w:sz w:val="24"/>
        </w:rPr>
        <w:fldChar w:fldCharType="separate"/>
      </w:r>
      <w:r w:rsidRPr="00D35D10">
        <w:rPr>
          <w:rFonts w:ascii="Tahoma" w:hAnsi="Tahoma" w:cs="Tahoma"/>
          <w:noProof/>
          <w:sz w:val="24"/>
        </w:rPr>
        <w:t> </w:t>
      </w:r>
      <w:r w:rsidRPr="00D35D10">
        <w:rPr>
          <w:rFonts w:ascii="Tahoma" w:hAnsi="Tahoma" w:cs="Tahoma"/>
          <w:noProof/>
          <w:sz w:val="24"/>
        </w:rPr>
        <w:t> </w:t>
      </w:r>
      <w:r w:rsidRPr="00D35D10">
        <w:rPr>
          <w:rFonts w:ascii="Tahoma" w:hAnsi="Tahoma" w:cs="Tahoma"/>
          <w:noProof/>
          <w:sz w:val="24"/>
        </w:rPr>
        <w:t> </w:t>
      </w:r>
      <w:r w:rsidRPr="00D35D10">
        <w:rPr>
          <w:rFonts w:ascii="Tahoma" w:hAnsi="Tahoma" w:cs="Tahoma"/>
          <w:noProof/>
          <w:sz w:val="24"/>
        </w:rPr>
        <w:t> </w:t>
      </w:r>
      <w:r w:rsidRPr="00D35D10">
        <w:rPr>
          <w:rFonts w:ascii="Tahoma" w:hAnsi="Tahoma" w:cs="Tahoma"/>
          <w:noProof/>
          <w:sz w:val="24"/>
        </w:rPr>
        <w:t> </w:t>
      </w:r>
      <w:r w:rsidR="003D6425" w:rsidRPr="00D35D10">
        <w:rPr>
          <w:rFonts w:ascii="Tahoma" w:hAnsi="Tahoma" w:cs="Tahoma"/>
          <w:sz w:val="24"/>
        </w:rPr>
        <w:fldChar w:fldCharType="end"/>
      </w:r>
      <w:bookmarkEnd w:id="2"/>
    </w:p>
    <w:p w:rsidR="00CF0436" w:rsidRPr="00D35D10" w:rsidRDefault="00CF0436" w:rsidP="00CF0436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t xml:space="preserve">Address:  </w:t>
      </w:r>
      <w:r w:rsidR="003D6425" w:rsidRPr="00D35D10"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</w:p>
    <w:p w:rsidR="00CF0436" w:rsidRPr="00D35D10" w:rsidRDefault="00CF0436" w:rsidP="00CF0436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t xml:space="preserve">City:  </w:t>
      </w:r>
      <w:r w:rsidR="003D6425" w:rsidRPr="00D35D10"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  <w:r w:rsidR="00E65EA0" w:rsidRPr="00D35D10">
        <w:rPr>
          <w:rFonts w:ascii="Tahoma" w:hAnsi="Tahoma" w:cs="Tahoma"/>
        </w:rPr>
        <w:t xml:space="preserve"> </w:t>
      </w:r>
      <w:r w:rsidR="00E65EA0" w:rsidRPr="00D35D10">
        <w:rPr>
          <w:rFonts w:ascii="Tahoma" w:hAnsi="Tahoma" w:cs="Tahoma"/>
        </w:rPr>
        <w:tab/>
      </w:r>
      <w:r w:rsidRPr="00D35D10">
        <w:rPr>
          <w:rFonts w:ascii="Tahoma" w:hAnsi="Tahoma" w:cs="Tahoma"/>
        </w:rPr>
        <w:t xml:space="preserve">State/Province:  </w:t>
      </w:r>
      <w:r w:rsidR="003D6425" w:rsidRPr="00D35D10"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  <w:r w:rsidR="00E65EA0" w:rsidRPr="00D35D10">
        <w:rPr>
          <w:rFonts w:ascii="Tahoma" w:hAnsi="Tahoma" w:cs="Tahoma"/>
        </w:rPr>
        <w:t xml:space="preserve">     </w:t>
      </w:r>
      <w:r w:rsidRPr="00D35D10">
        <w:rPr>
          <w:rFonts w:ascii="Tahoma" w:hAnsi="Tahoma" w:cs="Tahoma"/>
        </w:rPr>
        <w:t xml:space="preserve">Zip/Postal Code:  </w:t>
      </w:r>
      <w:r w:rsidR="003D6425" w:rsidRPr="00D35D10"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</w:p>
    <w:p w:rsidR="00CF0436" w:rsidRPr="00D35D10" w:rsidRDefault="00CF0436" w:rsidP="00CF0436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t xml:space="preserve">Country:  </w:t>
      </w:r>
      <w:r w:rsidR="003D6425" w:rsidRPr="00D35D10"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</w:p>
    <w:p w:rsidR="006D4991" w:rsidRPr="00D35D10" w:rsidRDefault="006D4991" w:rsidP="00CF0436">
      <w:pPr>
        <w:spacing w:line="360" w:lineRule="auto"/>
        <w:rPr>
          <w:rFonts w:ascii="Tahoma" w:hAnsi="Tahoma" w:cs="Tahoma"/>
          <w:b/>
          <w:i/>
        </w:rPr>
      </w:pPr>
    </w:p>
    <w:p w:rsidR="00CF0436" w:rsidRPr="00D35D10" w:rsidRDefault="00CF0436" w:rsidP="00CF0436">
      <w:pPr>
        <w:spacing w:line="360" w:lineRule="auto"/>
        <w:rPr>
          <w:rFonts w:ascii="Tahoma" w:hAnsi="Tahoma" w:cs="Tahoma"/>
          <w:i/>
        </w:rPr>
      </w:pPr>
      <w:r w:rsidRPr="00D35D10">
        <w:rPr>
          <w:rFonts w:ascii="Tahoma" w:hAnsi="Tahoma" w:cs="Tahoma"/>
          <w:i/>
        </w:rPr>
        <w:t xml:space="preserve">Include the phone number(s) and email address you want HTP to use for communication: </w:t>
      </w:r>
    </w:p>
    <w:p w:rsidR="00CF0436" w:rsidRPr="00D35D10" w:rsidRDefault="00917F39" w:rsidP="00CF0436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t>Con</w:t>
      </w:r>
      <w:r w:rsidR="00A42009">
        <w:rPr>
          <w:rFonts w:ascii="Tahoma" w:hAnsi="Tahoma" w:cs="Tahoma"/>
        </w:rPr>
        <w:t>t</w:t>
      </w:r>
      <w:r w:rsidRPr="00D35D10">
        <w:rPr>
          <w:rFonts w:ascii="Tahoma" w:hAnsi="Tahoma" w:cs="Tahoma"/>
        </w:rPr>
        <w:t>act</w:t>
      </w:r>
      <w:r w:rsidR="00CF0436" w:rsidRPr="00D35D10">
        <w:rPr>
          <w:rFonts w:ascii="Tahoma" w:hAnsi="Tahoma" w:cs="Tahoma"/>
        </w:rPr>
        <w:t xml:space="preserve"> Phone:  </w:t>
      </w:r>
      <w:r w:rsidR="003D6425" w:rsidRPr="00D35D10"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F0436"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="00CF0436" w:rsidRPr="00D35D10">
        <w:rPr>
          <w:rFonts w:ascii="Tahoma" w:hAnsi="Tahoma" w:cs="Tahoma"/>
          <w:noProof/>
        </w:rPr>
        <w:t> </w:t>
      </w:r>
      <w:r w:rsidR="00CF0436" w:rsidRPr="00D35D10">
        <w:rPr>
          <w:rFonts w:ascii="Tahoma" w:hAnsi="Tahoma" w:cs="Tahoma"/>
          <w:noProof/>
        </w:rPr>
        <w:t> </w:t>
      </w:r>
      <w:r w:rsidR="00CF0436" w:rsidRPr="00D35D10">
        <w:rPr>
          <w:rFonts w:ascii="Tahoma" w:hAnsi="Tahoma" w:cs="Tahoma"/>
          <w:noProof/>
        </w:rPr>
        <w:t> </w:t>
      </w:r>
      <w:r w:rsidR="00CF0436" w:rsidRPr="00D35D10">
        <w:rPr>
          <w:rFonts w:ascii="Tahoma" w:hAnsi="Tahoma" w:cs="Tahoma"/>
          <w:noProof/>
        </w:rPr>
        <w:t> </w:t>
      </w:r>
      <w:r w:rsidR="00CF0436"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  <w:r w:rsidR="00E65EA0" w:rsidRPr="00D35D10">
        <w:rPr>
          <w:rFonts w:ascii="Tahoma" w:hAnsi="Tahoma" w:cs="Tahoma"/>
        </w:rPr>
        <w:tab/>
      </w:r>
      <w:r w:rsidR="00E65EA0" w:rsidRPr="00D35D10">
        <w:rPr>
          <w:rFonts w:ascii="Tahoma" w:hAnsi="Tahoma" w:cs="Tahoma"/>
        </w:rPr>
        <w:tab/>
      </w:r>
      <w:r w:rsidRPr="00D35D10">
        <w:rPr>
          <w:rFonts w:ascii="Tahoma" w:hAnsi="Tahoma" w:cs="Tahoma"/>
        </w:rPr>
        <w:t>Con</w:t>
      </w:r>
      <w:r w:rsidR="00A42009">
        <w:rPr>
          <w:rFonts w:ascii="Tahoma" w:hAnsi="Tahoma" w:cs="Tahoma"/>
        </w:rPr>
        <w:t>t</w:t>
      </w:r>
      <w:r w:rsidRPr="00D35D10">
        <w:rPr>
          <w:rFonts w:ascii="Tahoma" w:hAnsi="Tahoma" w:cs="Tahoma"/>
        </w:rPr>
        <w:t>act</w:t>
      </w:r>
      <w:r w:rsidR="00CF0436" w:rsidRPr="00D35D10">
        <w:rPr>
          <w:rFonts w:ascii="Tahoma" w:hAnsi="Tahoma" w:cs="Tahoma"/>
        </w:rPr>
        <w:t xml:space="preserve"> Email:  </w:t>
      </w:r>
      <w:r w:rsidR="003D6425" w:rsidRPr="00D35D10"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F0436"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="00CF0436" w:rsidRPr="00D35D10">
        <w:rPr>
          <w:rFonts w:ascii="Tahoma" w:hAnsi="Tahoma" w:cs="Tahoma"/>
          <w:noProof/>
        </w:rPr>
        <w:t> </w:t>
      </w:r>
      <w:r w:rsidR="00CF0436" w:rsidRPr="00D35D10">
        <w:rPr>
          <w:rFonts w:ascii="Tahoma" w:hAnsi="Tahoma" w:cs="Tahoma"/>
          <w:noProof/>
        </w:rPr>
        <w:t> </w:t>
      </w:r>
      <w:r w:rsidR="00CF0436" w:rsidRPr="00D35D10">
        <w:rPr>
          <w:rFonts w:ascii="Tahoma" w:hAnsi="Tahoma" w:cs="Tahoma"/>
          <w:noProof/>
        </w:rPr>
        <w:t> </w:t>
      </w:r>
      <w:r w:rsidR="00CF0436" w:rsidRPr="00D35D10">
        <w:rPr>
          <w:rFonts w:ascii="Tahoma" w:hAnsi="Tahoma" w:cs="Tahoma"/>
          <w:noProof/>
        </w:rPr>
        <w:t> </w:t>
      </w:r>
      <w:r w:rsidR="00CF0436"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</w:p>
    <w:p w:rsidR="00CF0436" w:rsidRPr="00D35D10" w:rsidRDefault="00CF0436" w:rsidP="00CF0436">
      <w:pPr>
        <w:rPr>
          <w:rFonts w:ascii="Tahoma" w:hAnsi="Tahoma" w:cs="Tahoma"/>
        </w:rPr>
      </w:pPr>
      <w:r w:rsidRPr="00D35D10">
        <w:rPr>
          <w:rFonts w:ascii="Tahoma" w:hAnsi="Tahoma" w:cs="Tahoma"/>
        </w:rPr>
        <w:tab/>
      </w:r>
      <w:r w:rsidRPr="00D35D10">
        <w:rPr>
          <w:rFonts w:ascii="Tahoma" w:hAnsi="Tahoma" w:cs="Tahoma"/>
        </w:rPr>
        <w:tab/>
      </w:r>
      <w:r w:rsidRPr="00D35D10">
        <w:rPr>
          <w:rFonts w:ascii="Tahoma" w:hAnsi="Tahoma" w:cs="Tahoma"/>
        </w:rPr>
        <w:tab/>
      </w:r>
      <w:r w:rsidRPr="00D35D10">
        <w:rPr>
          <w:rFonts w:ascii="Tahoma" w:hAnsi="Tahoma" w:cs="Tahoma"/>
        </w:rPr>
        <w:tab/>
        <w:t xml:space="preserve"> </w:t>
      </w:r>
    </w:p>
    <w:p w:rsidR="00230638" w:rsidRPr="00D35D10" w:rsidRDefault="00230638">
      <w:pPr>
        <w:rPr>
          <w:rFonts w:ascii="Tahoma" w:hAnsi="Tahoma" w:cs="Tahoma"/>
          <w:i/>
        </w:rPr>
      </w:pPr>
    </w:p>
    <w:p w:rsidR="006D4991" w:rsidRPr="00D35D10" w:rsidRDefault="006D4991" w:rsidP="00355B5A">
      <w:pPr>
        <w:spacing w:line="360" w:lineRule="auto"/>
        <w:rPr>
          <w:rFonts w:ascii="Tahoma" w:hAnsi="Tahoma" w:cs="Tahoma"/>
          <w:b/>
        </w:rPr>
      </w:pPr>
      <w:r w:rsidRPr="00D35D10">
        <w:rPr>
          <w:rFonts w:ascii="Tahoma" w:hAnsi="Tahoma" w:cs="Tahoma"/>
          <w:b/>
        </w:rPr>
        <w:t>Select the application you are submitting:</w:t>
      </w:r>
    </w:p>
    <w:p w:rsidR="006D4991" w:rsidRPr="00D35D10" w:rsidRDefault="003D6425" w:rsidP="006D4991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6D4991" w:rsidRPr="00D35D10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</w:rPr>
        <w:fldChar w:fldCharType="end"/>
      </w:r>
      <w:bookmarkEnd w:id="3"/>
      <w:r w:rsidR="006D4991" w:rsidRPr="00D35D10">
        <w:rPr>
          <w:rFonts w:ascii="Tahoma" w:hAnsi="Tahoma" w:cs="Tahoma"/>
        </w:rPr>
        <w:t xml:space="preserve">   Practitioner Certification Application</w:t>
      </w:r>
    </w:p>
    <w:p w:rsidR="00E65EA0" w:rsidRPr="00D35D10" w:rsidRDefault="00E65EA0" w:rsidP="00E65EA0">
      <w:pPr>
        <w:spacing w:after="80"/>
        <w:rPr>
          <w:rFonts w:ascii="Tahoma" w:hAnsi="Tahoma" w:cs="Tahoma"/>
          <w:sz w:val="20"/>
          <w:szCs w:val="20"/>
        </w:rPr>
      </w:pPr>
      <w:r w:rsidRPr="00D35D10">
        <w:rPr>
          <w:rFonts w:ascii="Tahoma" w:hAnsi="Tahoma" w:cs="Tahoma"/>
          <w:sz w:val="20"/>
          <w:szCs w:val="20"/>
        </w:rPr>
        <w:tab/>
        <w:t>The Qualified Mentor overseeing my Practitioner Certification packet is:</w:t>
      </w:r>
    </w:p>
    <w:p w:rsidR="00E65EA0" w:rsidRPr="00D35D10" w:rsidRDefault="00E65EA0" w:rsidP="00E65EA0">
      <w:pPr>
        <w:spacing w:after="80"/>
        <w:rPr>
          <w:rFonts w:ascii="Tahoma" w:hAnsi="Tahoma" w:cs="Tahoma"/>
        </w:rPr>
      </w:pPr>
      <w:r w:rsidRPr="00D35D10">
        <w:rPr>
          <w:rFonts w:ascii="Tahoma" w:hAnsi="Tahoma" w:cs="Tahoma"/>
        </w:rPr>
        <w:tab/>
        <w:t xml:space="preserve">Name:  </w:t>
      </w:r>
      <w:r w:rsidR="003D6425" w:rsidRPr="00D35D10"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  <w:r w:rsidRPr="00D35D10">
        <w:rPr>
          <w:rFonts w:ascii="Tahoma" w:hAnsi="Tahoma" w:cs="Tahoma"/>
        </w:rPr>
        <w:t xml:space="preserve"> </w:t>
      </w:r>
    </w:p>
    <w:p w:rsidR="00E65EA0" w:rsidRPr="00D35D10" w:rsidRDefault="00E65EA0" w:rsidP="00E65EA0">
      <w:pPr>
        <w:spacing w:after="80"/>
        <w:rPr>
          <w:rFonts w:ascii="Tahoma" w:hAnsi="Tahoma" w:cs="Tahoma"/>
        </w:rPr>
      </w:pPr>
      <w:r w:rsidRPr="00D35D10">
        <w:rPr>
          <w:rFonts w:ascii="Tahoma" w:hAnsi="Tahoma" w:cs="Tahoma"/>
        </w:rPr>
        <w:tab/>
        <w:t xml:space="preserve">QM#:  </w:t>
      </w:r>
      <w:r w:rsidR="003D6425" w:rsidRPr="00D35D10">
        <w:rPr>
          <w:rFonts w:ascii="Tahoma" w:hAnsi="Tahoma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</w:p>
    <w:p w:rsidR="00E65EA0" w:rsidRPr="00D35D10" w:rsidRDefault="00E65EA0" w:rsidP="00E65EA0">
      <w:pPr>
        <w:spacing w:after="80"/>
        <w:rPr>
          <w:rFonts w:ascii="Tahoma" w:hAnsi="Tahoma" w:cs="Tahoma"/>
        </w:rPr>
      </w:pPr>
    </w:p>
    <w:p w:rsidR="00E65EA0" w:rsidRPr="00D35D10" w:rsidRDefault="003D6425" w:rsidP="006D4991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D4991" w:rsidRPr="00D35D10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</w:rPr>
        <w:fldChar w:fldCharType="end"/>
      </w:r>
      <w:r w:rsidR="006D4991" w:rsidRPr="00D35D10">
        <w:rPr>
          <w:rFonts w:ascii="Tahoma" w:hAnsi="Tahoma" w:cs="Tahoma"/>
        </w:rPr>
        <w:t xml:space="preserve">   Practitioner Certification Renewal Application</w:t>
      </w:r>
      <w:r w:rsidR="00E65EA0" w:rsidRPr="00D35D10">
        <w:rPr>
          <w:rFonts w:ascii="Tahoma" w:hAnsi="Tahoma" w:cs="Tahoma"/>
        </w:rPr>
        <w:t xml:space="preserve">  </w:t>
      </w:r>
    </w:p>
    <w:p w:rsidR="006D4991" w:rsidRPr="00D35D10" w:rsidRDefault="00E65EA0" w:rsidP="006D4991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tab/>
      </w:r>
      <w:r w:rsidRPr="00D35D10">
        <w:rPr>
          <w:rFonts w:ascii="Tahoma" w:hAnsi="Tahoma" w:cs="Tahoma"/>
          <w:sz w:val="20"/>
          <w:szCs w:val="20"/>
        </w:rPr>
        <w:t>Expiration date:</w:t>
      </w:r>
      <w:r w:rsidRPr="00D35D10">
        <w:rPr>
          <w:rFonts w:ascii="Tahoma" w:hAnsi="Tahoma" w:cs="Tahoma"/>
        </w:rPr>
        <w:t xml:space="preserve"> </w:t>
      </w:r>
      <w:r w:rsidR="003D6425" w:rsidRPr="00D35D10">
        <w:rPr>
          <w:rFonts w:ascii="Tahoma" w:hAnsi="Tahoma" w:cs="Tahoma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  <w:bookmarkEnd w:id="4"/>
    </w:p>
    <w:p w:rsidR="00E65EA0" w:rsidRPr="00D35D10" w:rsidRDefault="00E65EA0" w:rsidP="006D4991">
      <w:pPr>
        <w:spacing w:line="360" w:lineRule="auto"/>
        <w:rPr>
          <w:rFonts w:ascii="Tahoma" w:hAnsi="Tahoma" w:cs="Tahoma"/>
        </w:rPr>
      </w:pPr>
    </w:p>
    <w:p w:rsidR="006D4991" w:rsidRPr="00D35D10" w:rsidRDefault="003D6425" w:rsidP="006D4991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D4991" w:rsidRPr="00D35D10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</w:rPr>
        <w:fldChar w:fldCharType="end"/>
      </w:r>
      <w:r w:rsidR="006D4991" w:rsidRPr="00D35D10">
        <w:rPr>
          <w:rFonts w:ascii="Tahoma" w:hAnsi="Tahoma" w:cs="Tahoma"/>
        </w:rPr>
        <w:t xml:space="preserve">   Level 6 Application</w:t>
      </w:r>
    </w:p>
    <w:p w:rsidR="00E65EA0" w:rsidRPr="00D35D10" w:rsidRDefault="00E65EA0" w:rsidP="006D4991">
      <w:pPr>
        <w:spacing w:line="360" w:lineRule="auto"/>
        <w:rPr>
          <w:rFonts w:ascii="Tahoma" w:hAnsi="Tahoma" w:cs="Tahoma"/>
        </w:rPr>
      </w:pPr>
    </w:p>
    <w:p w:rsidR="006D4991" w:rsidRPr="00D35D10" w:rsidRDefault="003D6425" w:rsidP="006D4991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D4991" w:rsidRPr="00D35D10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</w:rPr>
        <w:fldChar w:fldCharType="end"/>
      </w:r>
      <w:r w:rsidR="006D4991" w:rsidRPr="00D35D10">
        <w:rPr>
          <w:rFonts w:ascii="Tahoma" w:hAnsi="Tahoma" w:cs="Tahoma"/>
        </w:rPr>
        <w:t xml:space="preserve">   Instructor Certification Application</w:t>
      </w:r>
    </w:p>
    <w:p w:rsidR="00E65EA0" w:rsidRPr="00D35D10" w:rsidRDefault="00E65EA0" w:rsidP="006D4991">
      <w:pPr>
        <w:spacing w:line="360" w:lineRule="auto"/>
        <w:rPr>
          <w:rFonts w:ascii="Tahoma" w:hAnsi="Tahoma" w:cs="Tahoma"/>
        </w:rPr>
      </w:pPr>
    </w:p>
    <w:p w:rsidR="00E65EA0" w:rsidRPr="00D35D10" w:rsidRDefault="003D6425" w:rsidP="006D4991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D4991" w:rsidRPr="00D35D10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</w:rPr>
        <w:fldChar w:fldCharType="end"/>
      </w:r>
      <w:r w:rsidR="006D4991" w:rsidRPr="00D35D10">
        <w:rPr>
          <w:rFonts w:ascii="Tahoma" w:hAnsi="Tahoma" w:cs="Tahoma"/>
        </w:rPr>
        <w:t xml:space="preserve">   Instructor Certification Renewal Application</w:t>
      </w:r>
      <w:r w:rsidR="00E65EA0" w:rsidRPr="00D35D10">
        <w:rPr>
          <w:rFonts w:ascii="Tahoma" w:hAnsi="Tahoma" w:cs="Tahoma"/>
        </w:rPr>
        <w:t xml:space="preserve"> </w:t>
      </w:r>
    </w:p>
    <w:p w:rsidR="006D4991" w:rsidRPr="00D35D10" w:rsidRDefault="00E65EA0" w:rsidP="006D4991">
      <w:pPr>
        <w:spacing w:line="360" w:lineRule="auto"/>
        <w:rPr>
          <w:rFonts w:ascii="Tahoma" w:hAnsi="Tahoma" w:cs="Tahoma"/>
        </w:rPr>
      </w:pPr>
      <w:r w:rsidRPr="00D35D10">
        <w:rPr>
          <w:rFonts w:ascii="Tahoma" w:hAnsi="Tahoma" w:cs="Tahoma"/>
        </w:rPr>
        <w:tab/>
      </w:r>
      <w:r w:rsidRPr="00D35D10">
        <w:rPr>
          <w:rFonts w:ascii="Tahoma" w:hAnsi="Tahoma" w:cs="Tahoma"/>
          <w:sz w:val="20"/>
          <w:szCs w:val="20"/>
        </w:rPr>
        <w:t>Expiration date:</w:t>
      </w:r>
      <w:r w:rsidRPr="00D35D10">
        <w:rPr>
          <w:rFonts w:ascii="Tahoma" w:hAnsi="Tahoma" w:cs="Tahoma"/>
        </w:rPr>
        <w:t xml:space="preserve"> </w:t>
      </w:r>
      <w:r w:rsidR="003D6425" w:rsidRPr="00D35D10">
        <w:rPr>
          <w:rFonts w:ascii="Tahoma" w:hAnsi="Tahoma" w:cs="Tahoma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</w:p>
    <w:p w:rsidR="00E65EA0" w:rsidRPr="00D35D10" w:rsidRDefault="00E65EA0" w:rsidP="006D4991">
      <w:pPr>
        <w:spacing w:line="360" w:lineRule="auto"/>
        <w:rPr>
          <w:rFonts w:ascii="Tahoma" w:hAnsi="Tahoma" w:cs="Tahoma"/>
        </w:rPr>
      </w:pPr>
    </w:p>
    <w:p w:rsidR="006D4991" w:rsidRPr="00D35D10" w:rsidRDefault="003D6425">
      <w:pPr>
        <w:rPr>
          <w:rFonts w:ascii="Tahoma" w:hAnsi="Tahoma" w:cs="Tahoma"/>
        </w:rPr>
      </w:pPr>
      <w:r w:rsidRPr="00D35D10">
        <w:rPr>
          <w:rFonts w:ascii="Tahoma" w:hAnsi="Tahoma" w:cs="Tahom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B6111" w:rsidRPr="00D35D10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</w:rPr>
        <w:fldChar w:fldCharType="end"/>
      </w:r>
      <w:r w:rsidR="00DB6111" w:rsidRPr="00D35D10">
        <w:rPr>
          <w:rFonts w:ascii="Tahoma" w:hAnsi="Tahoma" w:cs="Tahoma"/>
        </w:rPr>
        <w:t xml:space="preserve">  Instructor and Practitioner Certification Renewal Application</w:t>
      </w:r>
    </w:p>
    <w:p w:rsidR="002D2D77" w:rsidRPr="00D35D10" w:rsidRDefault="00E65EA0">
      <w:pPr>
        <w:rPr>
          <w:rFonts w:ascii="Tahoma" w:hAnsi="Tahoma" w:cs="Tahoma"/>
        </w:rPr>
      </w:pPr>
      <w:r w:rsidRPr="00D35D10">
        <w:rPr>
          <w:rFonts w:ascii="Tahoma" w:hAnsi="Tahoma" w:cs="Tahoma"/>
        </w:rPr>
        <w:tab/>
      </w:r>
      <w:r w:rsidRPr="00D35D10">
        <w:rPr>
          <w:rFonts w:ascii="Tahoma" w:hAnsi="Tahoma" w:cs="Tahoma"/>
          <w:sz w:val="20"/>
          <w:szCs w:val="20"/>
        </w:rPr>
        <w:t>Expiration date:</w:t>
      </w:r>
      <w:r w:rsidRPr="00D35D10">
        <w:rPr>
          <w:rFonts w:ascii="Tahoma" w:hAnsi="Tahoma" w:cs="Tahoma"/>
        </w:rPr>
        <w:t xml:space="preserve"> </w:t>
      </w:r>
      <w:r w:rsidR="003D6425" w:rsidRPr="00D35D10">
        <w:rPr>
          <w:rFonts w:ascii="Tahoma" w:hAnsi="Tahoma" w:cs="Tahoma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D35D10">
        <w:rPr>
          <w:rFonts w:ascii="Tahoma" w:hAnsi="Tahoma" w:cs="Tahoma"/>
        </w:rPr>
        <w:instrText xml:space="preserve"> FORMTEXT </w:instrText>
      </w:r>
      <w:r w:rsidR="003D6425" w:rsidRPr="00D35D10">
        <w:rPr>
          <w:rFonts w:ascii="Tahoma" w:hAnsi="Tahoma" w:cs="Tahoma"/>
        </w:rPr>
      </w:r>
      <w:r w:rsidR="003D6425" w:rsidRPr="00D35D10">
        <w:rPr>
          <w:rFonts w:ascii="Tahoma" w:hAnsi="Tahoma" w:cs="Tahoma"/>
        </w:rPr>
        <w:fldChar w:fldCharType="separate"/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Pr="00D35D10">
        <w:rPr>
          <w:rFonts w:ascii="Tahoma" w:hAnsi="Tahoma" w:cs="Tahoma"/>
          <w:noProof/>
        </w:rPr>
        <w:t> </w:t>
      </w:r>
      <w:r w:rsidR="003D6425" w:rsidRPr="00D35D10">
        <w:rPr>
          <w:rFonts w:ascii="Tahoma" w:hAnsi="Tahoma" w:cs="Tahoma"/>
        </w:rPr>
        <w:fldChar w:fldCharType="end"/>
      </w:r>
    </w:p>
    <w:sectPr w:rsidR="002D2D77" w:rsidRPr="00D35D10" w:rsidSect="0071124E">
      <w:footerReference w:type="default" r:id="rId7"/>
      <w:pgSz w:w="12240" w:h="15840"/>
      <w:pgMar w:top="1296" w:right="864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75A" w:rsidRDefault="00D7275A" w:rsidP="00CF0436">
      <w:r>
        <w:separator/>
      </w:r>
    </w:p>
  </w:endnote>
  <w:endnote w:type="continuationSeparator" w:id="0">
    <w:p w:rsidR="00D7275A" w:rsidRDefault="00D7275A" w:rsidP="00CF0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SansMT-Bold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36" w:rsidRPr="00CF0436" w:rsidRDefault="00CF0436" w:rsidP="0041473A">
    <w:r w:rsidRPr="002C47F5">
      <w:rPr>
        <w:sz w:val="18"/>
      </w:rPr>
      <w:t>© Copyright 2008 - 201</w:t>
    </w:r>
    <w:r w:rsidR="00ED07FB">
      <w:rPr>
        <w:sz w:val="18"/>
      </w:rPr>
      <w:t>8</w:t>
    </w:r>
    <w:r w:rsidRPr="002C47F5">
      <w:rPr>
        <w:sz w:val="18"/>
      </w:rPr>
      <w:t xml:space="preserve"> Healing Touch Program </w:t>
    </w:r>
    <w:r w:rsidR="006D4991">
      <w:rPr>
        <w:sz w:val="18"/>
      </w:rPr>
      <w:tab/>
    </w:r>
    <w:r w:rsidR="002D2D77">
      <w:rPr>
        <w:sz w:val="18"/>
      </w:rPr>
      <w:tab/>
    </w:r>
    <w:r w:rsidR="0041473A">
      <w:rPr>
        <w:sz w:val="18"/>
      </w:rPr>
      <w:t>HTP-962</w:t>
    </w:r>
    <w:r w:rsidR="0041473A" w:rsidRPr="002C47F5">
      <w:rPr>
        <w:sz w:val="18"/>
      </w:rPr>
      <w:t xml:space="preserve"> </w:t>
    </w:r>
    <w:r w:rsidR="00B16EEC">
      <w:rPr>
        <w:sz w:val="18"/>
      </w:rPr>
      <w:tab/>
    </w:r>
    <w:r w:rsidR="00B16EEC">
      <w:rPr>
        <w:sz w:val="18"/>
      </w:rPr>
      <w:tab/>
    </w:r>
    <w:r w:rsidR="00B16EEC">
      <w:rPr>
        <w:sz w:val="18"/>
      </w:rPr>
      <w:tab/>
    </w:r>
    <w:r w:rsidR="0041473A">
      <w:rPr>
        <w:sz w:val="18"/>
      </w:rPr>
      <w:t>Rev</w:t>
    </w:r>
    <w:r w:rsidR="00B16EEC">
      <w:rPr>
        <w:sz w:val="18"/>
      </w:rPr>
      <w:t>:</w:t>
    </w:r>
    <w:r w:rsidR="0041473A">
      <w:rPr>
        <w:sz w:val="18"/>
      </w:rPr>
      <w:t xml:space="preserve"> </w:t>
    </w:r>
    <w:r w:rsidR="00B16EEC">
      <w:rPr>
        <w:sz w:val="18"/>
      </w:rPr>
      <w:t>December 2018</w:t>
    </w:r>
    <w:r w:rsidR="0041473A" w:rsidRPr="002C47F5">
      <w:rPr>
        <w:sz w:val="18"/>
      </w:rPr>
      <w:t xml:space="preserve">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75A" w:rsidRDefault="00D7275A" w:rsidP="00CF0436">
      <w:r>
        <w:separator/>
      </w:r>
    </w:p>
  </w:footnote>
  <w:footnote w:type="continuationSeparator" w:id="0">
    <w:p w:rsidR="00D7275A" w:rsidRDefault="00D7275A" w:rsidP="00CF04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48AB1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1" w:cryptProviderType="rsaFull" w:cryptAlgorithmClass="hash" w:cryptAlgorithmType="typeAny" w:cryptAlgorithmSid="4" w:cryptSpinCount="100000" w:hash="eZFoPjrgR3CWWzrSjX99WziDjEY=" w:salt="9hw5I2sIEZieDSBi+sAic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2A95"/>
    <w:rsid w:val="000122D7"/>
    <w:rsid w:val="0003404D"/>
    <w:rsid w:val="00055A59"/>
    <w:rsid w:val="000B32AF"/>
    <w:rsid w:val="00121BCF"/>
    <w:rsid w:val="00172C3E"/>
    <w:rsid w:val="00197E0D"/>
    <w:rsid w:val="00230638"/>
    <w:rsid w:val="002312E1"/>
    <w:rsid w:val="00254A12"/>
    <w:rsid w:val="00282955"/>
    <w:rsid w:val="002933DD"/>
    <w:rsid w:val="00296ED4"/>
    <w:rsid w:val="002B1860"/>
    <w:rsid w:val="002D2D77"/>
    <w:rsid w:val="002D6AA0"/>
    <w:rsid w:val="002F676B"/>
    <w:rsid w:val="00305DF6"/>
    <w:rsid w:val="00342A95"/>
    <w:rsid w:val="003528E7"/>
    <w:rsid w:val="00355B5A"/>
    <w:rsid w:val="003A11A9"/>
    <w:rsid w:val="003C1F1D"/>
    <w:rsid w:val="003D6425"/>
    <w:rsid w:val="0041473A"/>
    <w:rsid w:val="0049429A"/>
    <w:rsid w:val="004959E4"/>
    <w:rsid w:val="004D6EA3"/>
    <w:rsid w:val="00575D8F"/>
    <w:rsid w:val="005B603F"/>
    <w:rsid w:val="005B75FB"/>
    <w:rsid w:val="005F2B07"/>
    <w:rsid w:val="00642BBE"/>
    <w:rsid w:val="00653251"/>
    <w:rsid w:val="00672840"/>
    <w:rsid w:val="006D4991"/>
    <w:rsid w:val="0071124E"/>
    <w:rsid w:val="00714A21"/>
    <w:rsid w:val="0074286C"/>
    <w:rsid w:val="00796F3B"/>
    <w:rsid w:val="007A34BC"/>
    <w:rsid w:val="007F237C"/>
    <w:rsid w:val="00917F39"/>
    <w:rsid w:val="00946068"/>
    <w:rsid w:val="00A42009"/>
    <w:rsid w:val="00B152E7"/>
    <w:rsid w:val="00B16EEC"/>
    <w:rsid w:val="00B37101"/>
    <w:rsid w:val="00B55FEF"/>
    <w:rsid w:val="00B671D2"/>
    <w:rsid w:val="00BD4730"/>
    <w:rsid w:val="00BE02ED"/>
    <w:rsid w:val="00C82A29"/>
    <w:rsid w:val="00CB6F7D"/>
    <w:rsid w:val="00CF0436"/>
    <w:rsid w:val="00D35D10"/>
    <w:rsid w:val="00D54BE4"/>
    <w:rsid w:val="00D7275A"/>
    <w:rsid w:val="00D801F0"/>
    <w:rsid w:val="00D927A8"/>
    <w:rsid w:val="00DB6111"/>
    <w:rsid w:val="00DF67CC"/>
    <w:rsid w:val="00E10542"/>
    <w:rsid w:val="00E65EA0"/>
    <w:rsid w:val="00EC7D03"/>
    <w:rsid w:val="00ED07FB"/>
    <w:rsid w:val="00ED69B6"/>
    <w:rsid w:val="00EE28A2"/>
    <w:rsid w:val="00EF5F2A"/>
    <w:rsid w:val="00F217F2"/>
    <w:rsid w:val="00F5582A"/>
    <w:rsid w:val="00FB6AFA"/>
    <w:rsid w:val="00FD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MS Mincho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436"/>
    <w:rPr>
      <w:rFonts w:ascii="Helvetica" w:eastAsia="Cambria" w:hAnsi="Helvetica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14pt">
    <w:name w:val="Header14 pt"/>
    <w:uiPriority w:val="99"/>
    <w:rsid w:val="00CF0436"/>
    <w:rPr>
      <w:rFonts w:ascii="Helvetica" w:hAnsi="Helvetica" w:cs="GillSansMT-Bold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F043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F0436"/>
    <w:rPr>
      <w:rFonts w:ascii="Helvetica" w:eastAsia="Cambria" w:hAnsi="Helvetica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CF043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F0436"/>
    <w:rPr>
      <w:rFonts w:ascii="Helvetica" w:eastAsia="Cambria" w:hAnsi="Helvetica" w:cs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rmstetter\Downloads\HTP-962_Certification_Application_Form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HTP-962_Certification_Application_Form (1).dot</Template>
  <TotalTime>12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Darmstetter</dc:creator>
  <cp:lastModifiedBy>Ann Darmstetter</cp:lastModifiedBy>
  <cp:revision>9</cp:revision>
  <dcterms:created xsi:type="dcterms:W3CDTF">2018-11-27T22:20:00Z</dcterms:created>
  <dcterms:modified xsi:type="dcterms:W3CDTF">2018-12-30T21:54:00Z</dcterms:modified>
</cp:coreProperties>
</file>